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F06" w:rsidRPr="007B5E92" w:rsidRDefault="00E20F06" w:rsidP="007B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rPr>
          <w:rFonts w:ascii="Kristen ITC" w:hAnsi="Kristen ITC"/>
          <w:sz w:val="40"/>
          <w:szCs w:val="40"/>
        </w:rPr>
      </w:pPr>
      <w:r w:rsidRPr="007B5E92">
        <w:rPr>
          <w:rFonts w:ascii="Kristen ITC" w:hAnsi="Kristen ITC"/>
          <w:sz w:val="40"/>
          <w:szCs w:val="40"/>
        </w:rPr>
        <w:t>Reading Makes You Feel Good</w:t>
      </w:r>
    </w:p>
    <w:p w:rsidR="00E20F06" w:rsidRDefault="00E20F06" w:rsidP="007B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By Todd Parr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1:</w:t>
      </w:r>
      <w:r w:rsidRPr="007B5E92">
        <w:rPr>
          <w:rFonts w:ascii="Comic Sans MS" w:hAnsi="Comic Sans MS"/>
          <w:sz w:val="28"/>
          <w:szCs w:val="28"/>
        </w:rPr>
        <w:t xml:space="preserve">  Reading makes you feel good because…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2:</w:t>
      </w:r>
      <w:r w:rsidRPr="007B5E92">
        <w:rPr>
          <w:rFonts w:ascii="Comic Sans MS" w:hAnsi="Comic Sans MS"/>
          <w:sz w:val="28"/>
          <w:szCs w:val="28"/>
        </w:rPr>
        <w:t xml:space="preserve">  you can imagine you are a brave princess or a scary dinosaur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1:</w:t>
      </w:r>
      <w:r w:rsidRPr="007B5E92">
        <w:rPr>
          <w:rFonts w:ascii="Comic Sans MS" w:hAnsi="Comic Sans MS"/>
          <w:sz w:val="28"/>
          <w:szCs w:val="28"/>
        </w:rPr>
        <w:t xml:space="preserve">  You can learn about cool places and people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2:</w:t>
      </w:r>
      <w:r w:rsidRPr="007B5E92">
        <w:rPr>
          <w:rFonts w:ascii="Comic Sans MS" w:hAnsi="Comic Sans MS"/>
          <w:sz w:val="28"/>
          <w:szCs w:val="28"/>
        </w:rPr>
        <w:t xml:space="preserve">  You can make a new friend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1 and 2:</w:t>
      </w:r>
      <w:r w:rsidRPr="007B5E92">
        <w:rPr>
          <w:rFonts w:ascii="Comic Sans MS" w:hAnsi="Comic Sans MS"/>
          <w:sz w:val="28"/>
          <w:szCs w:val="28"/>
        </w:rPr>
        <w:t xml:space="preserve"> And you can sit and do it anywhere!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1:</w:t>
      </w:r>
      <w:r w:rsidRPr="007B5E92">
        <w:rPr>
          <w:rFonts w:ascii="Comic Sans MS" w:hAnsi="Comic Sans MS"/>
          <w:sz w:val="28"/>
          <w:szCs w:val="28"/>
        </w:rPr>
        <w:t xml:space="preserve">  Reading makes you feel good because…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2:</w:t>
      </w:r>
      <w:r w:rsidRPr="007B5E92">
        <w:rPr>
          <w:rFonts w:ascii="Comic Sans MS" w:hAnsi="Comic Sans MS"/>
          <w:sz w:val="28"/>
          <w:szCs w:val="28"/>
        </w:rPr>
        <w:t xml:space="preserve">  You can learn how to make pizza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1:</w:t>
      </w:r>
      <w:r w:rsidRPr="007B5E92">
        <w:rPr>
          <w:rFonts w:ascii="Comic Sans MS" w:hAnsi="Comic Sans MS"/>
          <w:sz w:val="28"/>
          <w:szCs w:val="28"/>
        </w:rPr>
        <w:t xml:space="preserve">  You can find your favorite animal at the zoo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2:</w:t>
      </w:r>
      <w:r w:rsidRPr="007B5E92">
        <w:rPr>
          <w:rFonts w:ascii="Comic Sans MS" w:hAnsi="Comic Sans MS"/>
          <w:sz w:val="28"/>
          <w:szCs w:val="28"/>
        </w:rPr>
        <w:t xml:space="preserve">  You can make someone feel better when they are sick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1:</w:t>
      </w:r>
      <w:r w:rsidRPr="007B5E92">
        <w:rPr>
          <w:rFonts w:ascii="Comic Sans MS" w:hAnsi="Comic Sans MS"/>
          <w:sz w:val="28"/>
          <w:szCs w:val="28"/>
        </w:rPr>
        <w:t xml:space="preserve">  You can travel to faraway places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1 and 2:</w:t>
      </w:r>
      <w:r w:rsidRPr="007B5E92">
        <w:rPr>
          <w:rFonts w:ascii="Comic Sans MS" w:hAnsi="Comic Sans MS"/>
          <w:sz w:val="28"/>
          <w:szCs w:val="28"/>
        </w:rPr>
        <w:t xml:space="preserve">  And you can do it anywhere!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2:</w:t>
      </w:r>
      <w:r w:rsidRPr="007B5E92">
        <w:rPr>
          <w:rFonts w:ascii="Comic Sans MS" w:hAnsi="Comic Sans MS"/>
          <w:sz w:val="28"/>
          <w:szCs w:val="28"/>
        </w:rPr>
        <w:t xml:space="preserve">  Reading makes you feel good because…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1:</w:t>
      </w:r>
      <w:r w:rsidRPr="007B5E92">
        <w:rPr>
          <w:rFonts w:ascii="Comic Sans MS" w:hAnsi="Comic Sans MS"/>
          <w:sz w:val="28"/>
          <w:szCs w:val="28"/>
        </w:rPr>
        <w:t xml:space="preserve"> You can do it all by yourself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2:</w:t>
      </w:r>
      <w:r w:rsidRPr="007B5E92">
        <w:rPr>
          <w:rFonts w:ascii="Comic Sans MS" w:hAnsi="Comic Sans MS"/>
          <w:sz w:val="28"/>
          <w:szCs w:val="28"/>
        </w:rPr>
        <w:t xml:space="preserve">  You can learn how to take care of your pet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1:</w:t>
      </w:r>
      <w:r w:rsidRPr="007B5E92">
        <w:rPr>
          <w:rFonts w:ascii="Comic Sans MS" w:hAnsi="Comic Sans MS"/>
          <w:sz w:val="28"/>
          <w:szCs w:val="28"/>
        </w:rPr>
        <w:t xml:space="preserve">  You can follow signs on the road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2:</w:t>
      </w:r>
      <w:r w:rsidRPr="007B5E92">
        <w:rPr>
          <w:rFonts w:ascii="Comic Sans MS" w:hAnsi="Comic Sans MS"/>
          <w:sz w:val="28"/>
          <w:szCs w:val="28"/>
        </w:rPr>
        <w:t xml:space="preserve">  You can share a book with anyone</w:t>
      </w:r>
    </w:p>
    <w:p w:rsidR="00E20F06" w:rsidRPr="007B5E92" w:rsidRDefault="00E20F06" w:rsidP="007B5E92">
      <w:pPr>
        <w:rPr>
          <w:rFonts w:ascii="Comic Sans MS" w:hAnsi="Comic Sans MS"/>
          <w:sz w:val="28"/>
          <w:szCs w:val="28"/>
        </w:rPr>
      </w:pPr>
      <w:r w:rsidRPr="007B5E92">
        <w:rPr>
          <w:rFonts w:ascii="Comic Sans MS" w:hAnsi="Comic Sans MS"/>
          <w:i/>
          <w:sz w:val="28"/>
          <w:szCs w:val="28"/>
        </w:rPr>
        <w:t>Student 1 and 2:</w:t>
      </w:r>
      <w:r w:rsidRPr="007B5E92">
        <w:rPr>
          <w:rFonts w:ascii="Comic Sans MS" w:hAnsi="Comic Sans MS"/>
          <w:sz w:val="28"/>
          <w:szCs w:val="28"/>
        </w:rPr>
        <w:t xml:space="preserve">  And you can do it anywhere!</w:t>
      </w:r>
    </w:p>
    <w:sectPr w:rsidR="00E20F06" w:rsidRPr="007B5E92" w:rsidSect="00C45178">
      <w:pgSz w:w="12240" w:h="15840"/>
      <w:pgMar w:top="1440" w:right="1440" w:bottom="1440" w:left="1440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E92"/>
    <w:rsid w:val="0009477D"/>
    <w:rsid w:val="00644A83"/>
    <w:rsid w:val="00664A35"/>
    <w:rsid w:val="007B5E92"/>
    <w:rsid w:val="00A936FC"/>
    <w:rsid w:val="00B033B8"/>
    <w:rsid w:val="00C45178"/>
    <w:rsid w:val="00C55D86"/>
    <w:rsid w:val="00E20F06"/>
    <w:rsid w:val="00E7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178"/>
    <w:pPr>
      <w:spacing w:before="100" w:beforeAutospacing="1" w:after="100" w:afterAutospacing="1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133</Words>
  <Characters>762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Makes You Feel Good</dc:title>
  <dc:subject/>
  <dc:creator>Julie Fitzgerald</dc:creator>
  <cp:keywords/>
  <dc:description/>
  <cp:lastModifiedBy>WDMCSD</cp:lastModifiedBy>
  <cp:revision>2</cp:revision>
  <dcterms:created xsi:type="dcterms:W3CDTF">2009-08-14T12:19:00Z</dcterms:created>
  <dcterms:modified xsi:type="dcterms:W3CDTF">2009-08-14T12:19:00Z</dcterms:modified>
</cp:coreProperties>
</file>